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8" ma:contentTypeDescription="Create a new document." ma:contentTypeScope="" ma:versionID="9103f26f3c726ed2855b3863e4257cde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405bed30dc88d97e36f9b9962ad3c8f5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F41EB7-AF27-43E0-8EE0-2E52DCCA6475}"/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  <property fmtid="{D5CDD505-2E9C-101B-9397-08002B2CF9AE}" pid="4" name="ContentTypeId">
    <vt:lpwstr>0x0101003C92D4ADC8648346B7073A8FC39270D8</vt:lpwstr>
  </property>
  <property fmtid="{D5CDD505-2E9C-101B-9397-08002B2CF9AE}" pid="5" name="MediaServiceImageTags">
    <vt:lpwstr/>
  </property>
</Properties>
</file>